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15" w:rsidRDefault="00424E3A">
      <w:r w:rsidRPr="00424E3A">
        <w:rPr>
          <w:color w:val="auto"/>
          <w:kern w:val="0"/>
          <w:sz w:val="24"/>
          <w:szCs w:val="24"/>
        </w:rPr>
        <w:pict>
          <v:group id="_x0000_s1034" style="position:absolute;margin-left:-83.25pt;margin-top:-83.25pt;width:636.85pt;height:819pt;z-index:251660288" coordorigin="1062990,1051560" coordsize="80883,104013">
            <v:rect id="_x0000_s1035" style="position:absolute;left:1062990;top:1051560;width:80883;height:104013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imagedata r:id="rId5" o:title="cg_camping-border"/>
              <v:shadow color="#ccc"/>
              <v:path o:extrusionok="f"/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065276;top:1054417;width:75438;height:31433;mso-wrap-distance-left:2.88pt;mso-wrap-distance-top:2.88pt;mso-wrap-distance-right:2.88pt;mso-wrap-distance-bottom:2.88pt" fill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Default="007D496E" w:rsidP="007D496E">
                    <w:pPr>
                      <w:widowControl w:val="0"/>
                      <w:jc w:val="center"/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Camp Sky Ranch TTQ</w:t>
                    </w:r>
                  </w:p>
                  <w:p w:rsidR="007D496E" w:rsidRDefault="003407DE" w:rsidP="007D496E">
                    <w:pPr>
                      <w:widowControl w:val="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="00A8359B">
                      <w:rPr>
                        <w:b/>
                        <w:bCs/>
                        <w:sz w:val="28"/>
                        <w:szCs w:val="28"/>
                      </w:rPr>
                      <w:t>There were 450 people playing nuke’em.</w:t>
                    </w:r>
                  </w:p>
                  <w:p w:rsidR="00A8359B" w:rsidRDefault="00A8359B" w:rsidP="007D496E">
                    <w:pPr>
                      <w:widowControl w:val="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187 people were nuke’em proffesionals.</w:t>
                    </w:r>
                  </w:p>
                  <w:p w:rsidR="00A8359B" w:rsidRDefault="00A8359B" w:rsidP="007D496E">
                    <w:pPr>
                      <w:widowControl w:val="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A nuke’em game is usually60-70 minuets long.</w:t>
                    </w:r>
                  </w:p>
                  <w:p w:rsidR="00A8359B" w:rsidRPr="003407DE" w:rsidRDefault="00A8359B" w:rsidP="007D496E">
                    <w:pPr>
                      <w:widowControl w:val="0"/>
                      <w:jc w:val="center"/>
                      <w:rPr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Aproxamintly 6 people get out a minuete.</w:t>
                    </w:r>
                  </w:p>
                </w:txbxContent>
              </v:textbox>
            </v:shape>
            <v:shape id="_x0000_s1037" type="#_x0000_t202" style="position:absolute;left:1072134;top:1086993;width:68008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3407DE" w:rsidRDefault="00A8359B" w:rsidP="003407DE">
                    <w:pPr>
                      <w:pStyle w:val="ListParagraph"/>
                      <w:widowControl w:val="0"/>
                      <w:numPr>
                        <w:ilvl w:val="0"/>
                        <w:numId w:val="1"/>
                      </w:numPr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Cs/>
                        <w:sz w:val="24"/>
                        <w:szCs w:val="24"/>
                      </w:rPr>
                      <w:t>If you play nuke’em for 6 hours a day for a week,how long would it take you?</w:t>
                    </w:r>
                    <w:r w:rsidR="003407DE" w:rsidRPr="003407DE">
                      <w:rPr>
                        <w:bCs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  <v:shape id="_x0000_s1038" type="#_x0000_t202" style="position:absolute;left:1081278;top:1094422;width:58864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3407DE" w:rsidRDefault="007D496E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2.</w:t>
                    </w:r>
                    <w:r w:rsidR="00A8359B">
                      <w:rPr>
                        <w:b/>
                        <w:bCs/>
                        <w:sz w:val="24"/>
                        <w:szCs w:val="24"/>
                      </w:rPr>
                      <w:t>How many people are out after 59 minuets?</w:t>
                    </w:r>
                  </w:p>
                </w:txbxContent>
              </v:textbox>
            </v:shape>
            <v:shape id="_x0000_s1039" type="#_x0000_t202" style="position:absolute;left:1086993;top:1101852;width:53149;height:742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3407DE" w:rsidRDefault="007D496E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3.</w:t>
                    </w:r>
                    <w:r w:rsidR="00A8359B">
                      <w:rPr>
                        <w:b/>
                        <w:bCs/>
                        <w:sz w:val="24"/>
                        <w:szCs w:val="24"/>
                      </w:rPr>
                      <w:t>All of the proffesionals are out,how many people are still in?</w:t>
                    </w:r>
                  </w:p>
                </w:txbxContent>
              </v:textbox>
            </v:shape>
            <v:shape id="_x0000_s1040" type="#_x0000_t202" style="position:absolute;left:1089279;top:1109853;width:50292;height:85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3407DE" w:rsidRDefault="007D496E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4.</w:t>
                    </w:r>
                    <w:r w:rsidR="00A8359B">
                      <w:rPr>
                        <w:b/>
                        <w:bCs/>
                        <w:sz w:val="24"/>
                        <w:szCs w:val="24"/>
                      </w:rPr>
                      <w:t>If it is 70 minuets into the game,how many people are out?</w:t>
                    </w:r>
                  </w:p>
                </w:txbxContent>
              </v:textbox>
            </v:shape>
            <v:shape id="_x0000_s1041" type="#_x0000_t202" style="position:absolute;left:1108138;top:1118997;width:32004;height:9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Default="007D496E" w:rsidP="007D496E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5.</w:t>
                    </w:r>
                    <w:r w:rsidR="00A8359B">
                      <w:rPr>
                        <w:b/>
                        <w:bCs/>
                        <w:sz w:val="24"/>
                        <w:szCs w:val="24"/>
                      </w:rPr>
                      <w:t>If you played the game 8 hours every day for</w:t>
                    </w:r>
                  </w:p>
                  <w:p w:rsidR="00A8359B" w:rsidRPr="003407DE" w:rsidRDefault="00A8359B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a year,how long would it take you?</w:t>
                    </w:r>
                  </w:p>
                </w:txbxContent>
              </v:textbox>
            </v:shape>
            <v:shape id="_x0000_s1042" type="#_x0000_t202" style="position:absolute;left:1111567;top:1130427;width:25718;height:5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Default="007D496E" w:rsidP="007D496E">
                    <w:pPr>
                      <w:widowControl w:val="0"/>
                      <w:jc w:val="center"/>
                      <w:rPr>
                        <w:rFonts w:ascii="Lucida Calligraphy" w:hAnsi="Lucida Calligraphy"/>
                        <w:sz w:val="24"/>
                        <w:szCs w:val="24"/>
                      </w:rPr>
                    </w:pPr>
                    <w:r>
                      <w:rPr>
                        <w:rFonts w:ascii="Lucida Calligraphy" w:hAnsi="Lucida Calligraphy"/>
                        <w:sz w:val="24"/>
                        <w:szCs w:val="24"/>
                      </w:rPr>
                      <w:t xml:space="preserve">Written by: </w:t>
                    </w:r>
                  </w:p>
                  <w:p w:rsidR="007D496E" w:rsidRDefault="00A8359B" w:rsidP="007D496E">
                    <w:pPr>
                      <w:widowControl w:val="0"/>
                      <w:jc w:val="center"/>
                      <w:rPr>
                        <w:rFonts w:ascii="Lucida Calligraphy" w:hAnsi="Lucida Calligraphy"/>
                        <w:sz w:val="24"/>
                        <w:szCs w:val="24"/>
                      </w:rPr>
                    </w:pPr>
                    <w:r>
                      <w:rPr>
                        <w:rFonts w:ascii="Lucida Calligraphy" w:hAnsi="Lucida Calligraphy"/>
                        <w:sz w:val="24"/>
                        <w:szCs w:val="24"/>
                      </w:rPr>
                      <w:t>Sam and ZachA.</w:t>
                    </w:r>
                  </w:p>
                </w:txbxContent>
              </v:textbox>
            </v:shape>
          </v:group>
        </w:pict>
      </w:r>
    </w:p>
    <w:sectPr w:rsidR="005A1015" w:rsidSect="005A1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A70"/>
    <w:multiLevelType w:val="hybridMultilevel"/>
    <w:tmpl w:val="DCE248A8"/>
    <w:lvl w:ilvl="0" w:tplc="D71CCC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compat/>
  <w:rsids>
    <w:rsidRoot w:val="00A8359B"/>
    <w:rsid w:val="003407DE"/>
    <w:rsid w:val="00424E3A"/>
    <w:rsid w:val="005A1015"/>
    <w:rsid w:val="007D496E"/>
    <w:rsid w:val="009A4486"/>
    <w:rsid w:val="00A83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Wolford\Handouts\Fifth%20Grade\Sky%20Ranch%20TT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Sky Ranch TTQ</Template>
  <TotalTime>17</TotalTime>
  <Pages>1</Pages>
  <Words>0</Words>
  <Characters>1</Characters>
  <Application>Microsoft Office Word</Application>
  <DocSecurity>0</DocSecurity>
  <Lines>1</Lines>
  <Paragraphs>1</Paragraphs>
  <ScaleCrop>false</ScaleCrop>
  <Company>McKinney ISD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1</cp:revision>
  <cp:lastPrinted>2011-11-07T17:43:00Z</cp:lastPrinted>
  <dcterms:created xsi:type="dcterms:W3CDTF">2011-12-01T18:46:00Z</dcterms:created>
  <dcterms:modified xsi:type="dcterms:W3CDTF">2011-12-01T19:03:00Z</dcterms:modified>
</cp:coreProperties>
</file>